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5" w:type="dxa"/>
        <w:tblInd w:w="3794" w:type="dxa"/>
        <w:tblLook w:val="01E0" w:firstRow="1" w:lastRow="1" w:firstColumn="1" w:lastColumn="1" w:noHBand="0" w:noVBand="0"/>
      </w:tblPr>
      <w:tblGrid>
        <w:gridCol w:w="6095"/>
      </w:tblGrid>
      <w:tr w:rsidR="00D87523" w:rsidRPr="00D87523" w14:paraId="7AA33A4D" w14:textId="77777777" w:rsidTr="00D87523">
        <w:trPr>
          <w:trHeight w:val="319"/>
        </w:trPr>
        <w:tc>
          <w:tcPr>
            <w:tcW w:w="6095" w:type="dxa"/>
            <w:hideMark/>
          </w:tcPr>
          <w:p w14:paraId="0F1D85D0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 xml:space="preserve">Приложение № 1 </w:t>
            </w:r>
          </w:p>
        </w:tc>
      </w:tr>
      <w:tr w:rsidR="00D87523" w:rsidRPr="00D87523" w14:paraId="279151D3" w14:textId="77777777" w:rsidTr="00D87523">
        <w:trPr>
          <w:trHeight w:val="424"/>
        </w:trPr>
        <w:tc>
          <w:tcPr>
            <w:tcW w:w="6095" w:type="dxa"/>
            <w:hideMark/>
          </w:tcPr>
          <w:p w14:paraId="63008F96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к Договору № __________</w:t>
            </w:r>
          </w:p>
        </w:tc>
      </w:tr>
      <w:tr w:rsidR="00D87523" w:rsidRPr="00D87523" w14:paraId="587C384E" w14:textId="77777777" w:rsidTr="00D87523">
        <w:trPr>
          <w:trHeight w:val="201"/>
        </w:trPr>
        <w:tc>
          <w:tcPr>
            <w:tcW w:w="6095" w:type="dxa"/>
            <w:hideMark/>
          </w:tcPr>
          <w:p w14:paraId="0CFCC773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3088E4A6" w14:textId="77777777" w:rsidR="00D87523" w:rsidRPr="00D87523" w:rsidRDefault="00D87523" w:rsidP="00D87523">
      <w:pPr>
        <w:rPr>
          <w:rFonts w:ascii="Tahoma" w:hAnsi="Tahoma" w:cs="Tahoma"/>
        </w:rPr>
      </w:pPr>
    </w:p>
    <w:p w14:paraId="0EB885C1" w14:textId="77777777" w:rsidR="00D87523" w:rsidRPr="00D87523" w:rsidRDefault="00D87523" w:rsidP="00D87523">
      <w:pPr>
        <w:jc w:val="center"/>
        <w:rPr>
          <w:rFonts w:ascii="Tahoma" w:hAnsi="Tahoma" w:cs="Tahoma"/>
          <w:b/>
        </w:rPr>
      </w:pPr>
      <w:bookmarkStart w:id="0" w:name="P274"/>
      <w:bookmarkEnd w:id="0"/>
      <w:r w:rsidRPr="00D87523">
        <w:rPr>
          <w:rFonts w:ascii="Tahoma" w:hAnsi="Tahoma" w:cs="Tahoma"/>
          <w:b/>
        </w:rPr>
        <w:t>АКТ</w:t>
      </w:r>
    </w:p>
    <w:p w14:paraId="57F00199" w14:textId="77777777" w:rsidR="00D87523" w:rsidRPr="00D87523" w:rsidRDefault="00D87523" w:rsidP="00D87523">
      <w:pPr>
        <w:jc w:val="center"/>
        <w:rPr>
          <w:rFonts w:ascii="Tahoma" w:hAnsi="Tahoma" w:cs="Tahoma"/>
          <w:b/>
        </w:rPr>
      </w:pPr>
      <w:r w:rsidRPr="00D87523">
        <w:rPr>
          <w:rFonts w:ascii="Tahoma" w:hAnsi="Tahoma" w:cs="Tahoma"/>
          <w:b/>
        </w:rPr>
        <w:t>разграничения балансовой принадлежности</w:t>
      </w:r>
    </w:p>
    <w:p w14:paraId="2D7A252C" w14:textId="77777777" w:rsidR="00D87523" w:rsidRPr="00D87523" w:rsidRDefault="00D87523" w:rsidP="00D87523">
      <w:pPr>
        <w:jc w:val="center"/>
        <w:rPr>
          <w:rFonts w:ascii="Tahoma" w:hAnsi="Tahoma" w:cs="Tahoma"/>
          <w:b/>
        </w:rPr>
      </w:pPr>
      <w:r w:rsidRPr="00D87523">
        <w:rPr>
          <w:rFonts w:ascii="Tahoma" w:hAnsi="Tahoma" w:cs="Tahoma"/>
          <w:b/>
        </w:rPr>
        <w:t>и эксплуатационной ответственности</w:t>
      </w:r>
    </w:p>
    <w:p w14:paraId="41F0D39D" w14:textId="77777777" w:rsidR="00D87523" w:rsidRPr="00D87523" w:rsidRDefault="00D87523" w:rsidP="00D87523">
      <w:pPr>
        <w:rPr>
          <w:rFonts w:ascii="Tahoma" w:hAnsi="Tahoma" w:cs="Tahoma"/>
        </w:rPr>
      </w:pPr>
    </w:p>
    <w:p w14:paraId="4EF30494" w14:textId="4D3CEDA2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____________________________________________________________________________________,</w:t>
      </w:r>
    </w:p>
    <w:p w14:paraId="5C0373BC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(наименование организации)</w:t>
      </w:r>
    </w:p>
    <w:p w14:paraId="0B7BE890" w14:textId="4EA38959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именуем__ в дальнейшем «Организация, осуществляющая горячее водоснабжение», в лице _____________________________________________________________________________________,</w:t>
      </w:r>
    </w:p>
    <w:p w14:paraId="2B959A0E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(должность, Ф.И.О. полностью)</w:t>
      </w:r>
    </w:p>
    <w:p w14:paraId="2543D857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proofErr w:type="spellStart"/>
      <w:r w:rsidRPr="00D87523">
        <w:rPr>
          <w:rFonts w:ascii="Tahoma" w:hAnsi="Tahoma" w:cs="Tahoma"/>
        </w:rPr>
        <w:t>действующ</w:t>
      </w:r>
      <w:proofErr w:type="spellEnd"/>
      <w:r w:rsidRPr="00D87523">
        <w:rPr>
          <w:rFonts w:ascii="Tahoma" w:hAnsi="Tahoma" w:cs="Tahoma"/>
        </w:rPr>
        <w:t>___ на основании ______________________________________________________________________,</w:t>
      </w:r>
    </w:p>
    <w:p w14:paraId="36CF3F7F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с одной стороны, и ______________________________________________________________________________,</w:t>
      </w:r>
    </w:p>
    <w:p w14:paraId="47C3C653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(наименование организации; Ф.И.О., паспортные данные (в случае заключения с ФЛ))</w:t>
      </w:r>
    </w:p>
    <w:p w14:paraId="3C9C3A2A" w14:textId="115319A6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именуем__ в дальнейшем «Исполнитель», в лице ____________________________________________________________________________________,</w:t>
      </w:r>
    </w:p>
    <w:p w14:paraId="5070393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(должность, Ф.И.О. полностью)</w:t>
      </w:r>
    </w:p>
    <w:p w14:paraId="7C4F0821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действующего на основании ______________________________________________________________________,</w:t>
      </w:r>
    </w:p>
    <w:p w14:paraId="7EF7D970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с другой стороны, именуемые в дальнейшем сторонами, составили настоящий акт о том, что:</w:t>
      </w:r>
    </w:p>
    <w:p w14:paraId="055D9CD8" w14:textId="77777777" w:rsidR="00D87523" w:rsidRPr="00D87523" w:rsidRDefault="00D87523" w:rsidP="00D87523">
      <w:pPr>
        <w:jc w:val="both"/>
        <w:rPr>
          <w:rFonts w:ascii="Tahoma" w:hAnsi="Tahoma" w:cs="Tahoma"/>
        </w:rPr>
      </w:pPr>
    </w:p>
    <w:p w14:paraId="7356C76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а) граница балансовой принадлежности объектов закрытой централизованной системы горячего водоснабжения (далее - объекты) находится:</w:t>
      </w:r>
    </w:p>
    <w:p w14:paraId="632BEE4A" w14:textId="0539BCD0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_____________________________________________________________________________________;</w:t>
      </w:r>
    </w:p>
    <w:p w14:paraId="2761781B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61497AE0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5AFBBFC3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водоснабжение, находящихся на границе балансовой принадлежности</w:t>
      </w:r>
    </w:p>
    <w:p w14:paraId="06F8744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организации, осуществляющей горячее водоснабжение)</w:t>
      </w:r>
    </w:p>
    <w:p w14:paraId="0490C858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для Исполнителя - ________________________________________________________________________;</w:t>
      </w:r>
    </w:p>
    <w:p w14:paraId="41628C9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(краткое описание, адрес, наименование объектов</w:t>
      </w:r>
    </w:p>
    <w:p w14:paraId="7CB78425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 xml:space="preserve">         и оборудования, находящихся на границе балансовой</w:t>
      </w:r>
    </w:p>
    <w:p w14:paraId="275567BE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принадлежности)</w:t>
      </w:r>
    </w:p>
    <w:p w14:paraId="1279B7DF" w14:textId="77777777" w:rsidR="00D87523" w:rsidRPr="00D87523" w:rsidRDefault="00D87523" w:rsidP="00D87523">
      <w:pPr>
        <w:jc w:val="both"/>
        <w:rPr>
          <w:rFonts w:ascii="Tahoma" w:hAnsi="Tahoma" w:cs="Tahoma"/>
        </w:rPr>
      </w:pPr>
    </w:p>
    <w:p w14:paraId="628FA34D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б) граница эксплуатационной ответственности объектов находится:</w:t>
      </w:r>
    </w:p>
    <w:p w14:paraId="3B78B124" w14:textId="6E4005B0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_____________________________________________________________________________________;</w:t>
      </w:r>
    </w:p>
    <w:p w14:paraId="203088B3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00F8ED9C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68C01E16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водоснабжение, находящихся на границе эксплуатационной ответственности</w:t>
      </w:r>
    </w:p>
    <w:p w14:paraId="2D4F1679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организации, осуществляющей горячее водоснабжение)</w:t>
      </w:r>
    </w:p>
    <w:p w14:paraId="4E1DF526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для Исполнителя - ________________________________________________________________________.</w:t>
      </w:r>
    </w:p>
    <w:p w14:paraId="6E52A0CC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(краткое описание, адрес, наименование объектов</w:t>
      </w:r>
    </w:p>
    <w:p w14:paraId="72EFA4D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и оборудования, находящихся на границе эксплуатационной</w:t>
      </w:r>
    </w:p>
    <w:p w14:paraId="6E931016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ответственности Исполнителя)</w:t>
      </w:r>
    </w:p>
    <w:p w14:paraId="1ADD0951" w14:textId="77777777" w:rsidR="00D87523" w:rsidRPr="00D87523" w:rsidRDefault="00D87523" w:rsidP="00D87523">
      <w:pPr>
        <w:rPr>
          <w:rFonts w:ascii="Tahoma" w:hAnsi="Tahoma" w:cs="Tahoma"/>
        </w:rPr>
      </w:pPr>
    </w:p>
    <w:p w14:paraId="2CBB1C81" w14:textId="77777777" w:rsidR="00D87523" w:rsidRPr="00D87523" w:rsidRDefault="00D87523" w:rsidP="00D87523">
      <w:pPr>
        <w:rPr>
          <w:rFonts w:ascii="Tahoma" w:hAnsi="Tahoma" w:cs="Tahoma"/>
        </w:rPr>
      </w:pPr>
    </w:p>
    <w:tbl>
      <w:tblPr>
        <w:tblW w:w="10176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D87523" w:rsidRPr="00D87523" w14:paraId="5168C0BC" w14:textId="77777777" w:rsidTr="008A58A1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1413D8F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EE34F5E" w14:textId="77777777" w:rsidR="00D87523" w:rsidRPr="00D87523" w:rsidRDefault="00D87523" w:rsidP="00D87523">
            <w:pPr>
              <w:rPr>
                <w:rFonts w:ascii="Tahoma" w:hAnsi="Tahoma" w:cs="Tahoma"/>
                <w:b/>
                <w:bCs/>
              </w:rPr>
            </w:pPr>
            <w:r w:rsidRPr="00D87523">
              <w:rPr>
                <w:rFonts w:ascii="Tahoma" w:hAnsi="Tahoma" w:cs="Tahoma"/>
                <w:b/>
                <w:bCs/>
              </w:rPr>
              <w:t>Исполнитель:</w:t>
            </w:r>
          </w:p>
        </w:tc>
      </w:tr>
      <w:tr w:rsidR="00D87523" w:rsidRPr="00D87523" w14:paraId="7F1D531E" w14:textId="77777777" w:rsidTr="008A58A1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7BE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5E786715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</w:p>
          <w:p w14:paraId="4C178046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9A2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Дата подписания «____» ___________ 20__ года</w:t>
            </w:r>
          </w:p>
          <w:p w14:paraId="7F641B46" w14:textId="77777777" w:rsidR="00D87523" w:rsidRPr="00D87523" w:rsidRDefault="00D87523" w:rsidP="00D87523">
            <w:pPr>
              <w:rPr>
                <w:rFonts w:ascii="Tahoma" w:hAnsi="Tahoma" w:cs="Tahoma"/>
                <w:bCs/>
              </w:rPr>
            </w:pPr>
          </w:p>
          <w:p w14:paraId="3E773AF3" w14:textId="77777777" w:rsidR="00D87523" w:rsidRPr="00D87523" w:rsidRDefault="00D87523" w:rsidP="00D87523">
            <w:pPr>
              <w:rPr>
                <w:rFonts w:ascii="Tahoma" w:hAnsi="Tahoma" w:cs="Tahoma"/>
                <w:bCs/>
              </w:rPr>
            </w:pPr>
            <w:r w:rsidRPr="00D87523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230A93BF" w14:textId="77777777" w:rsidR="00D87523" w:rsidRPr="00D87523" w:rsidRDefault="00D87523" w:rsidP="00D87523">
      <w:pPr>
        <w:rPr>
          <w:rFonts w:ascii="Tahoma" w:hAnsi="Tahoma" w:cs="Tahoma"/>
        </w:rPr>
      </w:pPr>
    </w:p>
    <w:p w14:paraId="3DF3643D" w14:textId="77777777" w:rsidR="00D12653" w:rsidRPr="00D87523" w:rsidRDefault="00D12653" w:rsidP="00D87523">
      <w:bookmarkStart w:id="1" w:name="_GoBack"/>
      <w:bookmarkEnd w:id="1"/>
    </w:p>
    <w:sectPr w:rsidR="00D12653" w:rsidRPr="00D875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B47D1" w14:textId="77777777" w:rsidR="008E1DC3" w:rsidRDefault="008E1DC3">
      <w:r>
        <w:separator/>
      </w:r>
    </w:p>
  </w:endnote>
  <w:endnote w:type="continuationSeparator" w:id="0">
    <w:p w14:paraId="5B3855EA" w14:textId="77777777" w:rsidR="008E1DC3" w:rsidRDefault="008E1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37F2B" w14:textId="77777777" w:rsidR="00D12653" w:rsidRDefault="00D126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7CCE" w14:textId="77777777" w:rsidR="00D12653" w:rsidRDefault="00D126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932D4" w14:textId="77777777" w:rsidR="00D12653" w:rsidRDefault="00D126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19FAE" w14:textId="77777777" w:rsidR="008E1DC3" w:rsidRDefault="008E1DC3">
      <w:r>
        <w:separator/>
      </w:r>
    </w:p>
  </w:footnote>
  <w:footnote w:type="continuationSeparator" w:id="0">
    <w:p w14:paraId="2732D4A4" w14:textId="77777777" w:rsidR="008E1DC3" w:rsidRDefault="008E1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70D84" w14:textId="77777777" w:rsidR="00D12653" w:rsidRDefault="00D126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B5603" w14:textId="77777777" w:rsidR="00D12653" w:rsidRDefault="00D126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CCC21" w14:textId="77777777" w:rsidR="00D12653" w:rsidRDefault="00D126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52"/>
    <w:rsid w:val="004B3F67"/>
    <w:rsid w:val="005C7A30"/>
    <w:rsid w:val="008A58A1"/>
    <w:rsid w:val="008E1DC3"/>
    <w:rsid w:val="00B05BEA"/>
    <w:rsid w:val="00D12653"/>
    <w:rsid w:val="00D87523"/>
    <w:rsid w:val="00EF109A"/>
    <w:rsid w:val="00F5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B3D96"/>
  <w15:docId w15:val="{E020C69E-FB00-4D9F-AE2D-B4821AA5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customStyle="1" w:styleId="2">
    <w:name w:val="заголовок 2"/>
    <w:basedOn w:val="a"/>
    <w:next w:val="a"/>
    <w:uiPriority w:val="99"/>
    <w:rsid w:val="00F50852"/>
    <w:pPr>
      <w:keepNext/>
      <w:widowControl w:val="0"/>
      <w:jc w:val="center"/>
    </w:pPr>
    <w:rPr>
      <w:b/>
      <w:sz w:val="28"/>
    </w:rPr>
  </w:style>
  <w:style w:type="paragraph" w:styleId="20">
    <w:name w:val="Body Text 2"/>
    <w:basedOn w:val="a"/>
    <w:link w:val="21"/>
    <w:uiPriority w:val="99"/>
    <w:rsid w:val="00F50852"/>
    <w:pPr>
      <w:widowControl w:val="0"/>
      <w:jc w:val="center"/>
    </w:pPr>
  </w:style>
  <w:style w:type="character" w:customStyle="1" w:styleId="21">
    <w:name w:val="Основной текст 2 Знак"/>
    <w:basedOn w:val="a0"/>
    <w:link w:val="20"/>
    <w:uiPriority w:val="99"/>
    <w:rsid w:val="00F5085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F508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4</cp:revision>
  <dcterms:created xsi:type="dcterms:W3CDTF">2018-11-27T11:52:00Z</dcterms:created>
  <dcterms:modified xsi:type="dcterms:W3CDTF">2022-04-20T08:21:00Z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